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E530D" w:rsidRPr="006D522D" w:rsidRDefault="00AE530D" w:rsidP="00AE530D">
      <w:pPr>
        <w:spacing w:line="640" w:lineRule="exact"/>
        <w:rPr>
          <w:rFonts w:ascii="黑体" w:eastAsia="黑体" w:hAnsi="黑体"/>
          <w:sz w:val="36"/>
          <w:szCs w:val="36"/>
        </w:rPr>
      </w:pPr>
      <w:r w:rsidRPr="006D522D">
        <w:rPr>
          <w:rFonts w:ascii="黑体" w:eastAsia="黑体" w:hAnsi="黑体" w:cs="仿宋_GB2312" w:hint="eastAsia"/>
          <w:sz w:val="32"/>
          <w:szCs w:val="32"/>
        </w:rPr>
        <w:t>附件</w:t>
      </w:r>
      <w:r>
        <w:rPr>
          <w:rFonts w:ascii="黑体" w:eastAsia="黑体" w:hAnsi="黑体" w:cs="仿宋_GB2312"/>
          <w:sz w:val="32"/>
          <w:szCs w:val="32"/>
        </w:rPr>
        <w:t>4</w:t>
      </w:r>
      <w:r w:rsidRPr="006D522D">
        <w:rPr>
          <w:rFonts w:ascii="黑体" w:eastAsia="黑体" w:hAnsi="黑体" w:hint="eastAsia"/>
          <w:sz w:val="36"/>
          <w:szCs w:val="36"/>
        </w:rPr>
        <w:t xml:space="preserve">            </w:t>
      </w:r>
    </w:p>
    <w:p w:rsidR="00AE530D" w:rsidRPr="006D522D" w:rsidRDefault="00AE530D" w:rsidP="00AE530D">
      <w:pPr>
        <w:spacing w:line="640" w:lineRule="exact"/>
        <w:jc w:val="center"/>
        <w:rPr>
          <w:rFonts w:ascii="方正小标宋简体" w:eastAsia="方正小标宋简体"/>
          <w:sz w:val="44"/>
          <w:szCs w:val="44"/>
        </w:rPr>
      </w:pPr>
      <w:bookmarkStart w:id="0" w:name="_GoBack"/>
      <w:r w:rsidRPr="006D522D">
        <w:rPr>
          <w:rFonts w:ascii="方正小标宋简体" w:eastAsia="方正小标宋简体" w:hint="eastAsia"/>
          <w:sz w:val="44"/>
          <w:szCs w:val="44"/>
        </w:rPr>
        <w:t>山东省职业教育教学改革研究项目申报汇总表</w:t>
      </w:r>
      <w:bookmarkEnd w:id="0"/>
    </w:p>
    <w:p w:rsidR="00AE530D" w:rsidRDefault="00AE530D" w:rsidP="00AE530D">
      <w:pPr>
        <w:spacing w:line="240" w:lineRule="exact"/>
        <w:ind w:firstLine="720"/>
        <w:jc w:val="center"/>
        <w:rPr>
          <w:rFonts w:ascii="仿宋_GB2312" w:eastAsia="仿宋_GB2312"/>
          <w:sz w:val="24"/>
        </w:rPr>
      </w:pPr>
    </w:p>
    <w:p w:rsidR="00AE530D" w:rsidRDefault="00AE530D" w:rsidP="00AE530D">
      <w:pPr>
        <w:spacing w:line="380" w:lineRule="exact"/>
        <w:rPr>
          <w:rFonts w:ascii="仿宋_GB2312" w:eastAsia="仿宋_GB2312"/>
          <w:sz w:val="24"/>
        </w:rPr>
      </w:pPr>
      <w:r>
        <w:rPr>
          <w:rFonts w:ascii="仿宋_GB2312" w:eastAsia="仿宋_GB2312" w:hint="eastAsia"/>
          <w:sz w:val="24"/>
        </w:rPr>
        <w:t xml:space="preserve">单位名称（章）：                                               </w:t>
      </w:r>
      <w:r>
        <w:rPr>
          <w:rFonts w:ascii="仿宋_GB2312" w:eastAsia="仿宋_GB2312" w:hint="eastAsia"/>
          <w:sz w:val="24"/>
          <w:u w:val="single"/>
        </w:rPr>
        <w:t xml:space="preserve">    </w:t>
      </w:r>
      <w:r>
        <w:rPr>
          <w:rFonts w:ascii="仿宋_GB2312" w:eastAsia="仿宋_GB2312"/>
          <w:sz w:val="24"/>
          <w:u w:val="single"/>
        </w:rPr>
        <w:t xml:space="preserve">     </w:t>
      </w:r>
      <w:r>
        <w:rPr>
          <w:rFonts w:ascii="仿宋_GB2312" w:eastAsia="仿宋_GB2312" w:hint="eastAsia"/>
          <w:sz w:val="24"/>
          <w:u w:val="single"/>
        </w:rPr>
        <w:t xml:space="preserve"> </w:t>
      </w:r>
      <w:r>
        <w:rPr>
          <w:rFonts w:ascii="仿宋_GB2312" w:eastAsia="仿宋_GB2312" w:hint="eastAsia"/>
          <w:sz w:val="24"/>
        </w:rPr>
        <w:t>市教育局（章）</w:t>
      </w:r>
    </w:p>
    <w:p w:rsidR="00AE530D" w:rsidRDefault="00AE530D" w:rsidP="00AE530D">
      <w:pPr>
        <w:spacing w:line="380" w:lineRule="exact"/>
        <w:rPr>
          <w:rFonts w:ascii="仿宋_GB2312" w:eastAsia="仿宋_GB2312"/>
          <w:sz w:val="24"/>
        </w:rPr>
      </w:pPr>
      <w:r>
        <w:rPr>
          <w:rFonts w:ascii="仿宋_GB2312" w:eastAsia="仿宋_GB2312" w:hint="eastAsia"/>
          <w:sz w:val="24"/>
        </w:rPr>
        <w:t xml:space="preserve">填表人：                  手机：                    邮箱：                </w:t>
      </w:r>
    </w:p>
    <w:p w:rsidR="00AE530D" w:rsidRDefault="00AE530D" w:rsidP="00AE530D">
      <w:pPr>
        <w:spacing w:line="240" w:lineRule="exact"/>
        <w:rPr>
          <w:rFonts w:ascii="仿宋_GB2312" w:eastAsia="仿宋_GB2312"/>
          <w:sz w:val="24"/>
        </w:rPr>
      </w:pP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555"/>
        <w:gridCol w:w="555"/>
        <w:gridCol w:w="555"/>
        <w:gridCol w:w="545"/>
        <w:gridCol w:w="910"/>
        <w:gridCol w:w="425"/>
        <w:gridCol w:w="516"/>
        <w:gridCol w:w="545"/>
        <w:gridCol w:w="545"/>
        <w:gridCol w:w="795"/>
        <w:gridCol w:w="795"/>
        <w:gridCol w:w="405"/>
        <w:gridCol w:w="430"/>
        <w:gridCol w:w="622"/>
        <w:gridCol w:w="733"/>
        <w:gridCol w:w="495"/>
        <w:gridCol w:w="855"/>
        <w:gridCol w:w="2545"/>
      </w:tblGrid>
      <w:tr w:rsidR="00AE530D" w:rsidTr="002B72C0">
        <w:trPr>
          <w:trHeight w:val="525"/>
          <w:jc w:val="center"/>
        </w:trPr>
        <w:tc>
          <w:tcPr>
            <w:tcW w:w="5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E530D" w:rsidRDefault="00AE530D" w:rsidP="002B72C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推荐序号</w:t>
            </w:r>
          </w:p>
        </w:tc>
        <w:tc>
          <w:tcPr>
            <w:tcW w:w="5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E530D" w:rsidRDefault="00AE530D" w:rsidP="002B72C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项目编号</w:t>
            </w:r>
          </w:p>
        </w:tc>
        <w:tc>
          <w:tcPr>
            <w:tcW w:w="5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E530D" w:rsidRDefault="00AE530D" w:rsidP="002B72C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学校名称</w:t>
            </w:r>
          </w:p>
        </w:tc>
        <w:tc>
          <w:tcPr>
            <w:tcW w:w="5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E530D" w:rsidRDefault="00AE530D" w:rsidP="002B72C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市教育局</w:t>
            </w:r>
          </w:p>
        </w:tc>
        <w:tc>
          <w:tcPr>
            <w:tcW w:w="9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E530D" w:rsidRDefault="00AE530D" w:rsidP="002B72C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项目名称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E530D" w:rsidRDefault="00AE530D" w:rsidP="002B72C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专业名称</w:t>
            </w:r>
          </w:p>
        </w:tc>
        <w:tc>
          <w:tcPr>
            <w:tcW w:w="5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E530D" w:rsidRDefault="00AE530D" w:rsidP="002B72C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专业代码</w:t>
            </w:r>
          </w:p>
        </w:tc>
        <w:tc>
          <w:tcPr>
            <w:tcW w:w="6220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530D" w:rsidRDefault="00AE530D" w:rsidP="002B72C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项目主持人</w:t>
            </w:r>
          </w:p>
        </w:tc>
        <w:tc>
          <w:tcPr>
            <w:tcW w:w="254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AE530D" w:rsidRDefault="00AE530D" w:rsidP="002B72C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项目主要</w:t>
            </w:r>
          </w:p>
          <w:p w:rsidR="00AE530D" w:rsidRDefault="00AE530D" w:rsidP="002B72C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成员</w:t>
            </w:r>
          </w:p>
        </w:tc>
      </w:tr>
      <w:tr w:rsidR="00AE530D" w:rsidTr="002B72C0">
        <w:trPr>
          <w:trHeight w:val="606"/>
          <w:jc w:val="center"/>
        </w:trPr>
        <w:tc>
          <w:tcPr>
            <w:tcW w:w="55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E530D" w:rsidRDefault="00AE530D" w:rsidP="002B72C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55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E530D" w:rsidRDefault="00AE530D" w:rsidP="002B72C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55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E530D" w:rsidRDefault="00AE530D" w:rsidP="002B72C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54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E530D" w:rsidRDefault="00AE530D" w:rsidP="002B72C0">
            <w:pPr>
              <w:widowControl/>
              <w:spacing w:line="240" w:lineRule="exact"/>
              <w:jc w:val="center"/>
            </w:pPr>
          </w:p>
        </w:tc>
        <w:tc>
          <w:tcPr>
            <w:tcW w:w="910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E530D" w:rsidRDefault="00AE530D" w:rsidP="002B72C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E530D" w:rsidRDefault="00AE530D" w:rsidP="002B72C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516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E530D" w:rsidRDefault="00AE530D" w:rsidP="002B72C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530D" w:rsidRDefault="00AE530D" w:rsidP="002B72C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姓名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530D" w:rsidRDefault="00AE530D" w:rsidP="002B72C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性别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530D" w:rsidRDefault="00AE530D" w:rsidP="002B72C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出生日期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530D" w:rsidRDefault="00AE530D" w:rsidP="002B72C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所在部门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530D" w:rsidRDefault="00AE530D" w:rsidP="002B72C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职务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530D" w:rsidRDefault="00AE530D" w:rsidP="002B72C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职称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530D" w:rsidRDefault="00AE530D" w:rsidP="002B72C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学历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530D" w:rsidRDefault="00AE530D" w:rsidP="002B72C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专业背景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530D" w:rsidRDefault="00AE530D" w:rsidP="002B72C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手机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530D" w:rsidRDefault="00AE530D" w:rsidP="002B72C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邮箱</w:t>
            </w:r>
          </w:p>
        </w:tc>
        <w:tc>
          <w:tcPr>
            <w:tcW w:w="254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530D" w:rsidRDefault="00AE530D" w:rsidP="002B72C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</w:tr>
      <w:tr w:rsidR="00AE530D" w:rsidTr="002B72C0">
        <w:trPr>
          <w:trHeight w:val="567"/>
          <w:jc w:val="center"/>
        </w:trPr>
        <w:tc>
          <w:tcPr>
            <w:tcW w:w="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530D" w:rsidRDefault="00AE530D" w:rsidP="002B72C0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530D" w:rsidRDefault="00AE530D" w:rsidP="002B72C0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530D" w:rsidRDefault="00AE530D" w:rsidP="002B72C0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530D" w:rsidRDefault="00AE530D" w:rsidP="002B72C0">
            <w:pPr>
              <w:widowControl/>
              <w:jc w:val="left"/>
            </w:pP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530D" w:rsidRDefault="00AE530D" w:rsidP="002B72C0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530D" w:rsidRDefault="00AE530D" w:rsidP="002B72C0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530D" w:rsidRDefault="00AE530D" w:rsidP="002B72C0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530D" w:rsidRDefault="00AE530D" w:rsidP="002B72C0">
            <w:pPr>
              <w:widowControl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530D" w:rsidRDefault="00AE530D" w:rsidP="002B72C0">
            <w:pPr>
              <w:widowControl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530D" w:rsidRDefault="00AE530D" w:rsidP="002B72C0">
            <w:pPr>
              <w:widowControl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530D" w:rsidRDefault="00AE530D" w:rsidP="002B72C0">
            <w:pPr>
              <w:widowControl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530D" w:rsidRDefault="00AE530D" w:rsidP="002B72C0">
            <w:pPr>
              <w:widowControl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530D" w:rsidRDefault="00AE530D" w:rsidP="002B72C0">
            <w:pPr>
              <w:widowControl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530D" w:rsidRDefault="00AE530D" w:rsidP="002B72C0">
            <w:pPr>
              <w:widowControl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530D" w:rsidRDefault="00AE530D" w:rsidP="002B72C0">
            <w:pPr>
              <w:widowControl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530D" w:rsidRDefault="00AE530D" w:rsidP="002B72C0">
            <w:pPr>
              <w:widowControl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530D" w:rsidRDefault="00AE530D" w:rsidP="002B72C0">
            <w:pPr>
              <w:widowControl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2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530D" w:rsidRDefault="00AE530D" w:rsidP="002B72C0">
            <w:pPr>
              <w:widowControl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</w:tr>
      <w:tr w:rsidR="00AE530D" w:rsidTr="002B72C0">
        <w:trPr>
          <w:trHeight w:val="567"/>
          <w:jc w:val="center"/>
        </w:trPr>
        <w:tc>
          <w:tcPr>
            <w:tcW w:w="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530D" w:rsidRDefault="00AE530D" w:rsidP="002B72C0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530D" w:rsidRDefault="00AE530D" w:rsidP="002B72C0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530D" w:rsidRDefault="00AE530D" w:rsidP="002B72C0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530D" w:rsidRDefault="00AE530D" w:rsidP="002B72C0">
            <w:pPr>
              <w:widowControl/>
              <w:jc w:val="left"/>
            </w:pP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530D" w:rsidRDefault="00AE530D" w:rsidP="002B72C0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530D" w:rsidRDefault="00AE530D" w:rsidP="002B72C0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530D" w:rsidRDefault="00AE530D" w:rsidP="002B72C0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530D" w:rsidRDefault="00AE530D" w:rsidP="002B72C0">
            <w:pPr>
              <w:widowControl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530D" w:rsidRDefault="00AE530D" w:rsidP="002B72C0">
            <w:pPr>
              <w:widowControl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530D" w:rsidRDefault="00AE530D" w:rsidP="002B72C0">
            <w:pPr>
              <w:widowControl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530D" w:rsidRDefault="00AE530D" w:rsidP="002B72C0">
            <w:pPr>
              <w:widowControl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530D" w:rsidRDefault="00AE530D" w:rsidP="002B72C0">
            <w:pPr>
              <w:widowControl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530D" w:rsidRDefault="00AE530D" w:rsidP="002B72C0">
            <w:pPr>
              <w:widowControl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530D" w:rsidRDefault="00AE530D" w:rsidP="002B72C0">
            <w:pPr>
              <w:widowControl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530D" w:rsidRDefault="00AE530D" w:rsidP="002B72C0">
            <w:pPr>
              <w:widowControl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530D" w:rsidRDefault="00AE530D" w:rsidP="002B72C0">
            <w:pPr>
              <w:widowControl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530D" w:rsidRDefault="00AE530D" w:rsidP="002B72C0">
            <w:pPr>
              <w:widowControl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2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530D" w:rsidRDefault="00AE530D" w:rsidP="002B72C0">
            <w:pPr>
              <w:widowControl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</w:tr>
      <w:tr w:rsidR="00AE530D" w:rsidTr="002B72C0">
        <w:trPr>
          <w:trHeight w:val="567"/>
          <w:jc w:val="center"/>
        </w:trPr>
        <w:tc>
          <w:tcPr>
            <w:tcW w:w="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530D" w:rsidRDefault="00AE530D" w:rsidP="002B72C0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530D" w:rsidRDefault="00AE530D" w:rsidP="002B72C0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530D" w:rsidRDefault="00AE530D" w:rsidP="002B72C0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530D" w:rsidRDefault="00AE530D" w:rsidP="002B72C0">
            <w:pPr>
              <w:widowControl/>
              <w:jc w:val="left"/>
            </w:pP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530D" w:rsidRDefault="00AE530D" w:rsidP="002B72C0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530D" w:rsidRDefault="00AE530D" w:rsidP="002B72C0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530D" w:rsidRDefault="00AE530D" w:rsidP="002B72C0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530D" w:rsidRDefault="00AE530D" w:rsidP="002B72C0">
            <w:pPr>
              <w:widowControl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530D" w:rsidRDefault="00AE530D" w:rsidP="002B72C0">
            <w:pPr>
              <w:widowControl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530D" w:rsidRDefault="00AE530D" w:rsidP="002B72C0">
            <w:pPr>
              <w:widowControl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530D" w:rsidRDefault="00AE530D" w:rsidP="002B72C0">
            <w:pPr>
              <w:widowControl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530D" w:rsidRDefault="00AE530D" w:rsidP="002B72C0">
            <w:pPr>
              <w:widowControl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530D" w:rsidRDefault="00AE530D" w:rsidP="002B72C0">
            <w:pPr>
              <w:widowControl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530D" w:rsidRDefault="00AE530D" w:rsidP="002B72C0">
            <w:pPr>
              <w:widowControl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530D" w:rsidRDefault="00AE530D" w:rsidP="002B72C0">
            <w:pPr>
              <w:widowControl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530D" w:rsidRDefault="00AE530D" w:rsidP="002B72C0">
            <w:pPr>
              <w:widowControl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530D" w:rsidRDefault="00AE530D" w:rsidP="002B72C0">
            <w:pPr>
              <w:widowControl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2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530D" w:rsidRDefault="00AE530D" w:rsidP="002B72C0">
            <w:pPr>
              <w:widowControl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</w:tr>
      <w:tr w:rsidR="00AE530D" w:rsidTr="002B72C0">
        <w:trPr>
          <w:trHeight w:val="567"/>
          <w:jc w:val="center"/>
        </w:trPr>
        <w:tc>
          <w:tcPr>
            <w:tcW w:w="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530D" w:rsidRDefault="00AE530D" w:rsidP="002B72C0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530D" w:rsidRDefault="00AE530D" w:rsidP="002B72C0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530D" w:rsidRDefault="00AE530D" w:rsidP="002B72C0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530D" w:rsidRDefault="00AE530D" w:rsidP="002B72C0">
            <w:pPr>
              <w:widowControl/>
              <w:jc w:val="left"/>
            </w:pP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530D" w:rsidRDefault="00AE530D" w:rsidP="002B72C0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530D" w:rsidRDefault="00AE530D" w:rsidP="002B72C0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530D" w:rsidRDefault="00AE530D" w:rsidP="002B72C0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530D" w:rsidRDefault="00AE530D" w:rsidP="002B72C0">
            <w:pPr>
              <w:widowControl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530D" w:rsidRDefault="00AE530D" w:rsidP="002B72C0">
            <w:pPr>
              <w:widowControl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530D" w:rsidRDefault="00AE530D" w:rsidP="002B72C0">
            <w:pPr>
              <w:widowControl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530D" w:rsidRDefault="00AE530D" w:rsidP="002B72C0">
            <w:pPr>
              <w:widowControl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530D" w:rsidRDefault="00AE530D" w:rsidP="002B72C0">
            <w:pPr>
              <w:widowControl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530D" w:rsidRDefault="00AE530D" w:rsidP="002B72C0">
            <w:pPr>
              <w:widowControl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530D" w:rsidRDefault="00AE530D" w:rsidP="002B72C0">
            <w:pPr>
              <w:widowControl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530D" w:rsidRDefault="00AE530D" w:rsidP="002B72C0">
            <w:pPr>
              <w:widowControl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530D" w:rsidRDefault="00AE530D" w:rsidP="002B72C0">
            <w:pPr>
              <w:widowControl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530D" w:rsidRDefault="00AE530D" w:rsidP="002B72C0">
            <w:pPr>
              <w:widowControl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2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530D" w:rsidRDefault="00AE530D" w:rsidP="002B72C0">
            <w:pPr>
              <w:widowControl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</w:tr>
      <w:tr w:rsidR="00AE530D" w:rsidTr="002B72C0">
        <w:trPr>
          <w:trHeight w:val="567"/>
          <w:jc w:val="center"/>
        </w:trPr>
        <w:tc>
          <w:tcPr>
            <w:tcW w:w="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530D" w:rsidRDefault="00AE530D" w:rsidP="002B72C0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530D" w:rsidRDefault="00AE530D" w:rsidP="002B72C0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530D" w:rsidRDefault="00AE530D" w:rsidP="002B72C0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530D" w:rsidRDefault="00AE530D" w:rsidP="002B72C0">
            <w:pPr>
              <w:widowControl/>
              <w:jc w:val="left"/>
            </w:pP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530D" w:rsidRDefault="00AE530D" w:rsidP="002B72C0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530D" w:rsidRDefault="00AE530D" w:rsidP="002B72C0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530D" w:rsidRDefault="00AE530D" w:rsidP="002B72C0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530D" w:rsidRDefault="00AE530D" w:rsidP="002B72C0">
            <w:pPr>
              <w:widowControl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530D" w:rsidRDefault="00AE530D" w:rsidP="002B72C0">
            <w:pPr>
              <w:widowControl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530D" w:rsidRDefault="00AE530D" w:rsidP="002B72C0">
            <w:pPr>
              <w:widowControl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530D" w:rsidRDefault="00AE530D" w:rsidP="002B72C0">
            <w:pPr>
              <w:widowControl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530D" w:rsidRDefault="00AE530D" w:rsidP="002B72C0">
            <w:pPr>
              <w:widowControl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530D" w:rsidRDefault="00AE530D" w:rsidP="002B72C0">
            <w:pPr>
              <w:widowControl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530D" w:rsidRDefault="00AE530D" w:rsidP="002B72C0">
            <w:pPr>
              <w:widowControl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530D" w:rsidRDefault="00AE530D" w:rsidP="002B72C0">
            <w:pPr>
              <w:widowControl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530D" w:rsidRDefault="00AE530D" w:rsidP="002B72C0">
            <w:pPr>
              <w:widowControl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530D" w:rsidRDefault="00AE530D" w:rsidP="002B72C0">
            <w:pPr>
              <w:widowControl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2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530D" w:rsidRDefault="00AE530D" w:rsidP="002B72C0">
            <w:pPr>
              <w:widowControl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</w:tr>
    </w:tbl>
    <w:p w:rsidR="00AE530D" w:rsidRPr="006D522D" w:rsidRDefault="00AE530D" w:rsidP="00AE530D">
      <w:pPr>
        <w:tabs>
          <w:tab w:val="left" w:pos="1080"/>
        </w:tabs>
        <w:spacing w:line="280" w:lineRule="exact"/>
        <w:ind w:left="606" w:hangingChars="300" w:hanging="606"/>
        <w:rPr>
          <w:rFonts w:ascii="汉仪书宋一简" w:eastAsia="汉仪书宋一简"/>
          <w:bCs/>
          <w:spacing w:val="-4"/>
          <w:szCs w:val="21"/>
        </w:rPr>
      </w:pPr>
      <w:r w:rsidRPr="006D522D">
        <w:rPr>
          <w:rFonts w:ascii="汉仪书宋一简" w:eastAsia="汉仪书宋一简" w:hint="eastAsia"/>
          <w:bCs/>
          <w:spacing w:val="-4"/>
          <w:szCs w:val="21"/>
        </w:rPr>
        <w:t>注：1.本表电子版</w:t>
      </w:r>
      <w:r>
        <w:rPr>
          <w:rFonts w:ascii="汉仪书宋一简" w:eastAsia="汉仪书宋一简" w:hint="eastAsia"/>
          <w:bCs/>
          <w:spacing w:val="-4"/>
          <w:szCs w:val="21"/>
        </w:rPr>
        <w:t>直接在系统</w:t>
      </w:r>
      <w:r>
        <w:rPr>
          <w:rFonts w:ascii="汉仪书宋一简" w:eastAsia="汉仪书宋一简"/>
          <w:bCs/>
          <w:spacing w:val="-4"/>
          <w:szCs w:val="21"/>
        </w:rPr>
        <w:t>中</w:t>
      </w:r>
      <w:r>
        <w:rPr>
          <w:rFonts w:ascii="汉仪书宋一简" w:eastAsia="汉仪书宋一简" w:hint="eastAsia"/>
          <w:bCs/>
          <w:spacing w:val="-4"/>
          <w:szCs w:val="21"/>
        </w:rPr>
        <w:t>在线</w:t>
      </w:r>
      <w:r>
        <w:rPr>
          <w:rFonts w:ascii="汉仪书宋一简" w:eastAsia="汉仪书宋一简"/>
          <w:bCs/>
          <w:spacing w:val="-4"/>
          <w:szCs w:val="21"/>
        </w:rPr>
        <w:t>填报</w:t>
      </w:r>
      <w:r w:rsidRPr="006D522D">
        <w:rPr>
          <w:rFonts w:ascii="汉仪书宋一简" w:eastAsia="汉仪书宋一简" w:hint="eastAsia"/>
          <w:bCs/>
          <w:spacing w:val="-4"/>
          <w:szCs w:val="21"/>
        </w:rPr>
        <w:t>，高职院校填写学校名称并</w:t>
      </w:r>
      <w:r>
        <w:rPr>
          <w:rFonts w:ascii="汉仪书宋一简" w:eastAsia="汉仪书宋一简" w:hint="eastAsia"/>
          <w:bCs/>
          <w:spacing w:val="-4"/>
          <w:szCs w:val="21"/>
        </w:rPr>
        <w:t>加盖学校公章、市教育局填写市名称并加盖公章寄送省教育厅职业</w:t>
      </w:r>
      <w:r w:rsidRPr="006D522D">
        <w:rPr>
          <w:rFonts w:ascii="汉仪书宋一简" w:eastAsia="汉仪书宋一简" w:hint="eastAsia"/>
          <w:bCs/>
          <w:spacing w:val="-4"/>
          <w:szCs w:val="21"/>
        </w:rPr>
        <w:t>教育处。</w:t>
      </w:r>
    </w:p>
    <w:p w:rsidR="00AE530D" w:rsidRPr="006D522D" w:rsidRDefault="00AE530D" w:rsidP="00AE530D">
      <w:pPr>
        <w:tabs>
          <w:tab w:val="left" w:pos="1080"/>
        </w:tabs>
        <w:spacing w:line="280" w:lineRule="exact"/>
        <w:ind w:leftChars="192" w:left="605" w:hangingChars="100" w:hanging="202"/>
        <w:rPr>
          <w:rFonts w:ascii="汉仪书宋一简" w:eastAsia="汉仪书宋一简"/>
          <w:bCs/>
          <w:spacing w:val="-4"/>
          <w:szCs w:val="21"/>
        </w:rPr>
      </w:pPr>
      <w:r w:rsidRPr="006D522D">
        <w:rPr>
          <w:rFonts w:ascii="汉仪书宋一简" w:eastAsia="汉仪书宋一简" w:hint="eastAsia"/>
          <w:bCs/>
          <w:spacing w:val="-4"/>
          <w:szCs w:val="21"/>
        </w:rPr>
        <w:t>2.项目申报编号为10位。</w:t>
      </w:r>
      <w:r>
        <w:rPr>
          <w:rFonts w:ascii="汉仪书宋一简" w:eastAsia="汉仪书宋一简" w:hint="eastAsia"/>
          <w:bCs/>
          <w:spacing w:val="-4"/>
          <w:szCs w:val="21"/>
        </w:rPr>
        <w:t>ABCDEFGHI</w:t>
      </w:r>
      <w:r>
        <w:rPr>
          <w:rFonts w:ascii="汉仪书宋一简" w:eastAsia="汉仪书宋一简"/>
          <w:bCs/>
          <w:spacing w:val="-4"/>
          <w:szCs w:val="21"/>
        </w:rPr>
        <w:t>J</w:t>
      </w:r>
      <w:r>
        <w:rPr>
          <w:rFonts w:ascii="汉仪书宋一简" w:eastAsia="汉仪书宋一简" w:hint="eastAsia"/>
          <w:bCs/>
          <w:spacing w:val="-4"/>
          <w:szCs w:val="21"/>
        </w:rPr>
        <w:t>，</w:t>
      </w:r>
      <w:r w:rsidRPr="006D522D">
        <w:rPr>
          <w:rFonts w:ascii="汉仪书宋一简" w:eastAsia="汉仪书宋一简" w:hint="eastAsia"/>
          <w:bCs/>
          <w:spacing w:val="-4"/>
          <w:szCs w:val="21"/>
        </w:rPr>
        <w:t>ABC为选题编号，具体编号见填报指南；DEF为学校代码/市教育局代码（学校代码见附件</w:t>
      </w:r>
      <w:r>
        <w:rPr>
          <w:rFonts w:ascii="汉仪书宋一简" w:eastAsia="汉仪书宋一简"/>
          <w:bCs/>
          <w:spacing w:val="-4"/>
          <w:szCs w:val="21"/>
        </w:rPr>
        <w:t>5</w:t>
      </w:r>
      <w:r w:rsidRPr="006D522D">
        <w:rPr>
          <w:rFonts w:ascii="汉仪书宋一简" w:eastAsia="汉仪书宋一简" w:hint="eastAsia"/>
          <w:bCs/>
          <w:spacing w:val="-4"/>
          <w:szCs w:val="21"/>
        </w:rPr>
        <w:t>，各市代码见附件</w:t>
      </w:r>
      <w:r>
        <w:rPr>
          <w:rFonts w:ascii="汉仪书宋一简" w:eastAsia="汉仪书宋一简"/>
          <w:bCs/>
          <w:spacing w:val="-4"/>
          <w:szCs w:val="21"/>
        </w:rPr>
        <w:t>2</w:t>
      </w:r>
      <w:r w:rsidRPr="006D522D">
        <w:rPr>
          <w:rFonts w:ascii="汉仪书宋一简" w:eastAsia="汉仪书宋一简" w:hint="eastAsia"/>
          <w:bCs/>
          <w:spacing w:val="-4"/>
          <w:szCs w:val="21"/>
        </w:rPr>
        <w:t>）；GH为学校推荐名额总数（格式：01、02、…10、11…）；IJ为本表推荐排序号（格式：01、02、…10、11…）</w:t>
      </w:r>
    </w:p>
    <w:p w:rsidR="00AE530D" w:rsidRPr="006D522D" w:rsidRDefault="00AE530D" w:rsidP="00AE530D">
      <w:pPr>
        <w:tabs>
          <w:tab w:val="left" w:pos="1080"/>
        </w:tabs>
        <w:spacing w:line="280" w:lineRule="exact"/>
        <w:ind w:leftChars="192" w:left="605" w:hangingChars="100" w:hanging="202"/>
        <w:rPr>
          <w:rFonts w:ascii="汉仪书宋一简" w:eastAsia="汉仪书宋一简"/>
          <w:szCs w:val="21"/>
        </w:rPr>
      </w:pPr>
      <w:r w:rsidRPr="006D522D">
        <w:rPr>
          <w:rFonts w:ascii="汉仪书宋一简" w:eastAsia="汉仪书宋一简" w:hint="eastAsia"/>
          <w:bCs/>
          <w:spacing w:val="-4"/>
          <w:szCs w:val="21"/>
        </w:rPr>
        <w:t>3.专业名称和专业代码填写教改项目涉及的主要专业（学校层面的综合改革可不填），参照</w:t>
      </w:r>
      <w:r w:rsidRPr="00DF608C">
        <w:rPr>
          <w:rFonts w:ascii="汉仪书宋一简" w:eastAsia="汉仪书宋一简" w:hint="eastAsia"/>
          <w:bCs/>
          <w:spacing w:val="-4"/>
          <w:szCs w:val="21"/>
        </w:rPr>
        <w:t>《普通高等学校高等职业教育（专科）专业目录（2015年）》</w:t>
      </w:r>
      <w:r w:rsidRPr="006D522D">
        <w:rPr>
          <w:rFonts w:ascii="汉仪书宋一简" w:eastAsia="汉仪书宋一简" w:hint="eastAsia"/>
          <w:bCs/>
          <w:spacing w:val="-4"/>
          <w:szCs w:val="21"/>
        </w:rPr>
        <w:t>、</w:t>
      </w:r>
      <w:r w:rsidRPr="006D522D">
        <w:rPr>
          <w:rFonts w:ascii="汉仪书宋一简" w:eastAsia="汉仪书宋一简" w:hint="eastAsia"/>
          <w:szCs w:val="21"/>
        </w:rPr>
        <w:t>《中等职业学校专业目录（2010年修订）》。</w:t>
      </w:r>
    </w:p>
    <w:p w:rsidR="008457CC" w:rsidRPr="00AE530D" w:rsidRDefault="00AE530D" w:rsidP="00AE530D">
      <w:pPr>
        <w:tabs>
          <w:tab w:val="left" w:pos="1080"/>
        </w:tabs>
        <w:spacing w:line="280" w:lineRule="exact"/>
        <w:ind w:leftChars="192" w:left="403"/>
        <w:rPr>
          <w:rFonts w:ascii="仿宋_GB2312" w:eastAsia="仿宋_GB2312" w:hint="eastAsia"/>
          <w:sz w:val="32"/>
          <w:szCs w:val="32"/>
        </w:rPr>
      </w:pPr>
      <w:r w:rsidRPr="006D522D">
        <w:rPr>
          <w:rFonts w:ascii="汉仪书宋一简" w:eastAsia="汉仪书宋一简" w:hint="eastAsia"/>
          <w:szCs w:val="21"/>
        </w:rPr>
        <w:t>4.考虑到打印版面问题，本表打印盖章上交时将项目主持人的具体信息删除，只保留项目主持人姓名打印即可。</w:t>
      </w:r>
    </w:p>
    <w:sectPr w:rsidR="008457CC" w:rsidRPr="00AE530D" w:rsidSect="00AE530D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A1C0B" w:rsidRDefault="003A1C0B" w:rsidP="00936E0E">
      <w:r>
        <w:separator/>
      </w:r>
    </w:p>
  </w:endnote>
  <w:endnote w:type="continuationSeparator" w:id="0">
    <w:p w:rsidR="003A1C0B" w:rsidRDefault="003A1C0B" w:rsidP="00936E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汉仪书宋一简">
    <w:altName w:val="微软雅黑"/>
    <w:charset w:val="86"/>
    <w:family w:val="modern"/>
    <w:pitch w:val="fixed"/>
    <w:sig w:usb0="00000000" w:usb1="080E0800" w:usb2="00000012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A1C0B" w:rsidRDefault="003A1C0B" w:rsidP="00936E0E">
      <w:r>
        <w:separator/>
      </w:r>
    </w:p>
  </w:footnote>
  <w:footnote w:type="continuationSeparator" w:id="0">
    <w:p w:rsidR="003A1C0B" w:rsidRDefault="003A1C0B" w:rsidP="00936E0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184F"/>
    <w:rsid w:val="003A1C0B"/>
    <w:rsid w:val="0071184F"/>
    <w:rsid w:val="008457CC"/>
    <w:rsid w:val="00936E0E"/>
    <w:rsid w:val="00AE530D"/>
    <w:rsid w:val="00FF09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10B4EF9"/>
  <w15:chartTrackingRefBased/>
  <w15:docId w15:val="{D640EAFF-919F-4799-84E7-4396AFAB3D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36E0E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36E0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936E0E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936E0E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936E0E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106</Words>
  <Characters>608</Characters>
  <Application>Microsoft Office Word</Application>
  <DocSecurity>0</DocSecurity>
  <Lines>5</Lines>
  <Paragraphs>1</Paragraphs>
  <ScaleCrop>false</ScaleCrop>
  <Company/>
  <LinksUpToDate>false</LinksUpToDate>
  <CharactersWithSpaces>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3</cp:revision>
  <dcterms:created xsi:type="dcterms:W3CDTF">2017-03-08T03:07:00Z</dcterms:created>
  <dcterms:modified xsi:type="dcterms:W3CDTF">2017-03-09T01:49:00Z</dcterms:modified>
</cp:coreProperties>
</file>